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CC9" w:rsidRDefault="00577CC9" w:rsidP="009101AC"/>
    <w:p w:rsidR="00577CC9" w:rsidRPr="004D7129" w:rsidRDefault="00577CC9" w:rsidP="004D7129">
      <w:pPr>
        <w:tabs>
          <w:tab w:val="left" w:pos="1300"/>
        </w:tabs>
        <w:jc w:val="both"/>
        <w:rPr>
          <w:rFonts w:ascii="Arial" w:hAnsi="Arial" w:cs="Arial"/>
          <w:i/>
          <w:iCs/>
          <w:sz w:val="22"/>
          <w:szCs w:val="22"/>
          <w:lang w:val="pl-PL"/>
        </w:rPr>
      </w:pPr>
      <w:r w:rsidRPr="004D7129">
        <w:rPr>
          <w:rFonts w:ascii="Arial" w:hAnsi="Arial" w:cs="Arial"/>
          <w:i/>
          <w:iCs/>
          <w:sz w:val="22"/>
          <w:szCs w:val="22"/>
          <w:lang w:val="pl-PL"/>
        </w:rPr>
        <w:t>Załącznik nr 3  – Deklaracja/oświadczenie o uczestnictwie w projekcie</w:t>
      </w:r>
    </w:p>
    <w:p w:rsidR="00577CC9" w:rsidRPr="004D7129" w:rsidRDefault="00577CC9" w:rsidP="004D7129">
      <w:pPr>
        <w:tabs>
          <w:tab w:val="left" w:pos="130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577CC9" w:rsidRPr="004D7129" w:rsidRDefault="00577CC9" w:rsidP="004D7129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577CC9" w:rsidRPr="004D7129" w:rsidRDefault="00577CC9" w:rsidP="004D7129">
      <w:pPr>
        <w:keepNext/>
        <w:jc w:val="center"/>
        <w:outlineLvl w:val="0"/>
        <w:rPr>
          <w:b/>
          <w:bCs/>
          <w:sz w:val="22"/>
          <w:szCs w:val="22"/>
          <w:lang w:val="pl-PL"/>
        </w:rPr>
      </w:pPr>
      <w:r w:rsidRPr="004D7129">
        <w:rPr>
          <w:b/>
          <w:bCs/>
          <w:sz w:val="22"/>
          <w:szCs w:val="22"/>
          <w:lang w:val="pl-PL"/>
        </w:rPr>
        <w:t>DEKLARACJA - OŚWIADCZENIE  O UCZESTNICTWIE W PROJEKCIE</w:t>
      </w:r>
    </w:p>
    <w:p w:rsidR="00577CC9" w:rsidRPr="004D7129" w:rsidRDefault="00577CC9" w:rsidP="004D7129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577CC9" w:rsidRPr="004D7129" w:rsidRDefault="00577CC9" w:rsidP="004D7129">
      <w:pPr>
        <w:spacing w:line="480" w:lineRule="auto"/>
        <w:rPr>
          <w:rFonts w:ascii="Arial" w:hAnsi="Arial" w:cs="Arial"/>
          <w:sz w:val="22"/>
          <w:szCs w:val="22"/>
          <w:lang w:val="pl-PL"/>
        </w:rPr>
      </w:pPr>
    </w:p>
    <w:p w:rsidR="00577CC9" w:rsidRPr="004D7129" w:rsidRDefault="00577CC9" w:rsidP="004D712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D7129">
        <w:rPr>
          <w:rFonts w:ascii="Arial" w:hAnsi="Arial" w:cs="Arial"/>
          <w:sz w:val="22"/>
          <w:szCs w:val="22"/>
          <w:lang w:val="pl-PL"/>
        </w:rPr>
        <w:t>Ja, niżej podpisany/a ……………………………………………………… uczeń/uczennica szkoły ……………………………………………………………………………………………………</w:t>
      </w:r>
    </w:p>
    <w:p w:rsidR="00577CC9" w:rsidRPr="004D7129" w:rsidRDefault="00577CC9" w:rsidP="004D7129">
      <w:pPr>
        <w:spacing w:line="360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4D7129">
        <w:rPr>
          <w:rFonts w:ascii="Arial" w:hAnsi="Arial" w:cs="Arial"/>
          <w:sz w:val="20"/>
          <w:szCs w:val="20"/>
          <w:lang w:val="pl-PL"/>
        </w:rPr>
        <w:t>(</w:t>
      </w:r>
      <w:r w:rsidRPr="004D7129">
        <w:rPr>
          <w:rFonts w:ascii="Arial" w:hAnsi="Arial" w:cs="Arial"/>
          <w:i/>
          <w:iCs/>
          <w:sz w:val="20"/>
          <w:szCs w:val="20"/>
          <w:lang w:val="pl-PL"/>
        </w:rPr>
        <w:t>proszę wpisać nazwę i typ szkoły, której uczniem jest dana osoba)</w:t>
      </w:r>
    </w:p>
    <w:p w:rsidR="00577CC9" w:rsidRPr="004D7129" w:rsidRDefault="00577CC9" w:rsidP="004D7129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577CC9" w:rsidRPr="004D7129" w:rsidRDefault="00577CC9" w:rsidP="004D712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4D7129">
        <w:rPr>
          <w:rFonts w:ascii="Arial" w:hAnsi="Arial" w:cs="Arial"/>
          <w:sz w:val="22"/>
          <w:szCs w:val="22"/>
          <w:lang w:val="pl-PL"/>
        </w:rPr>
        <w:t>deklaruję udział w projekcie pn. „Modernizacja kształcenia zawodowego w Małopolsce II”, realizowanym w ramach RPO WM 2014-2020, 10 Oś Priorytetowa Wiedza i Kompetencje, Działanie 10.2 Rozwój kształcenia zawodowego uczniów, w okresie 1.01.2016 r. do 31.12.2021 r.</w:t>
      </w:r>
    </w:p>
    <w:p w:rsidR="00577CC9" w:rsidRPr="004D7129" w:rsidRDefault="00577CC9" w:rsidP="004D7129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577CC9" w:rsidRDefault="00577CC9" w:rsidP="009F7692">
      <w:pPr>
        <w:numPr>
          <w:ilvl w:val="0"/>
          <w:numId w:val="49"/>
        </w:numPr>
        <w:spacing w:after="120"/>
        <w:ind w:left="284"/>
        <w:jc w:val="both"/>
        <w:rPr>
          <w:rFonts w:ascii="Arial" w:hAnsi="Arial" w:cs="Arial"/>
          <w:sz w:val="22"/>
          <w:szCs w:val="22"/>
          <w:lang w:val="pl-PL"/>
        </w:rPr>
      </w:pPr>
      <w:bookmarkStart w:id="0" w:name="OLE_LINK1"/>
      <w:bookmarkStart w:id="1" w:name="OLE_LINK2"/>
      <w:r w:rsidRPr="004D7129">
        <w:rPr>
          <w:rFonts w:ascii="Arial" w:hAnsi="Arial" w:cs="Arial"/>
          <w:sz w:val="22"/>
          <w:szCs w:val="22"/>
          <w:lang w:val="pl-PL"/>
        </w:rPr>
        <w:t>Zapoznałam/em się z Regulaminem rekrutacji i uczestnictwa w zajęciach z doradztwa edukacyjno- zawodowego w Szkolnym Punkcie Informacji i Kariery w ramach projektu „</w:t>
      </w:r>
      <w:r w:rsidRPr="004D7129">
        <w:rPr>
          <w:rFonts w:ascii="Arial" w:hAnsi="Arial" w:cs="Arial"/>
          <w:i/>
          <w:iCs/>
          <w:sz w:val="22"/>
          <w:szCs w:val="22"/>
          <w:lang w:val="pl-PL"/>
        </w:rPr>
        <w:t>Modernizacja kształcenia zawodowego w Małopolsce II”</w:t>
      </w:r>
      <w:r w:rsidRPr="004D7129">
        <w:rPr>
          <w:rFonts w:ascii="Arial" w:hAnsi="Arial" w:cs="Arial"/>
          <w:sz w:val="22"/>
          <w:szCs w:val="22"/>
          <w:lang w:val="pl-PL"/>
        </w:rPr>
        <w:t xml:space="preserve"> realizowanym przez </w:t>
      </w:r>
      <w:r>
        <w:rPr>
          <w:rFonts w:ascii="Arial" w:hAnsi="Arial" w:cs="Arial"/>
          <w:sz w:val="22"/>
          <w:szCs w:val="22"/>
          <w:lang w:val="pl-PL"/>
        </w:rPr>
        <w:t xml:space="preserve">Miasto Nowy  Sącz - </w:t>
      </w:r>
      <w:r w:rsidRPr="004D7129">
        <w:rPr>
          <w:rFonts w:ascii="Arial" w:hAnsi="Arial" w:cs="Arial"/>
          <w:sz w:val="22"/>
          <w:szCs w:val="22"/>
          <w:lang w:val="pl-PL"/>
        </w:rPr>
        <w:t>……………………………………………..…………………………………………</w:t>
      </w:r>
      <w:r>
        <w:rPr>
          <w:rFonts w:ascii="Arial" w:hAnsi="Arial" w:cs="Arial"/>
          <w:sz w:val="22"/>
          <w:szCs w:val="22"/>
          <w:lang w:val="pl-PL"/>
        </w:rPr>
        <w:br/>
      </w:r>
      <w:r w:rsidRPr="004D7129">
        <w:rPr>
          <w:rFonts w:ascii="Arial" w:hAnsi="Arial" w:cs="Arial"/>
          <w:sz w:val="20"/>
          <w:szCs w:val="20"/>
          <w:lang w:val="pl-PL"/>
        </w:rPr>
        <w:t>(</w:t>
      </w:r>
      <w:r w:rsidRPr="004D7129">
        <w:rPr>
          <w:rFonts w:ascii="Arial" w:hAnsi="Arial" w:cs="Arial"/>
          <w:i/>
          <w:iCs/>
          <w:sz w:val="20"/>
          <w:szCs w:val="20"/>
          <w:lang w:val="pl-PL"/>
        </w:rPr>
        <w:t>proszę wpisać nazwę Szkoły)</w:t>
      </w:r>
    </w:p>
    <w:p w:rsidR="00577CC9" w:rsidRPr="004D7129" w:rsidRDefault="00577CC9" w:rsidP="009F7692">
      <w:pPr>
        <w:spacing w:after="120"/>
        <w:jc w:val="both"/>
        <w:rPr>
          <w:rFonts w:ascii="Arial" w:hAnsi="Arial" w:cs="Arial"/>
          <w:sz w:val="22"/>
          <w:szCs w:val="22"/>
          <w:lang w:val="pl-PL"/>
        </w:rPr>
      </w:pPr>
      <w:r w:rsidRPr="004D7129">
        <w:rPr>
          <w:rFonts w:ascii="Arial" w:hAnsi="Arial" w:cs="Arial"/>
          <w:sz w:val="22"/>
          <w:szCs w:val="22"/>
          <w:lang w:val="pl-PL"/>
        </w:rPr>
        <w:t xml:space="preserve">I akceptuje jego zapisy oraz zobowiązuję się do regularnego udziału </w:t>
      </w:r>
      <w:bookmarkEnd w:id="0"/>
      <w:bookmarkEnd w:id="1"/>
      <w:r w:rsidRPr="004D7129">
        <w:rPr>
          <w:rFonts w:ascii="Arial" w:hAnsi="Arial" w:cs="Arial"/>
          <w:sz w:val="22"/>
          <w:szCs w:val="22"/>
          <w:lang w:val="pl-PL"/>
        </w:rPr>
        <w:t>w formach wsparcia oferowanych w ramach SPinKa i pracy nad IPD.</w:t>
      </w:r>
    </w:p>
    <w:p w:rsidR="00577CC9" w:rsidRPr="004D7129" w:rsidRDefault="00577CC9" w:rsidP="004D7129">
      <w:pPr>
        <w:numPr>
          <w:ilvl w:val="0"/>
          <w:numId w:val="49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4D7129">
        <w:rPr>
          <w:rFonts w:ascii="Arial" w:hAnsi="Arial" w:cs="Arial"/>
          <w:sz w:val="22"/>
          <w:szCs w:val="22"/>
          <w:lang w:val="pl-PL"/>
        </w:rPr>
        <w:t>Oświadczam, iż w momencie rozpoczęcia udziału w projekcie złożę następujące dokumenty:</w:t>
      </w:r>
    </w:p>
    <w:p w:rsidR="00577CC9" w:rsidRPr="004D7129" w:rsidRDefault="00577CC9" w:rsidP="004D7129">
      <w:pPr>
        <w:numPr>
          <w:ilvl w:val="1"/>
          <w:numId w:val="49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4D7129">
        <w:rPr>
          <w:rFonts w:ascii="Arial" w:hAnsi="Arial" w:cs="Arial"/>
          <w:sz w:val="22"/>
          <w:szCs w:val="22"/>
          <w:lang w:val="pl-PL"/>
        </w:rPr>
        <w:t>„Oświadczenie uczestnika projektu” (o wyrażeniu zgody na przetwarzanie danych osobowych na potrzeby projektu)</w:t>
      </w:r>
    </w:p>
    <w:p w:rsidR="00577CC9" w:rsidRPr="004D7129" w:rsidRDefault="00577CC9" w:rsidP="004D7129">
      <w:pPr>
        <w:numPr>
          <w:ilvl w:val="1"/>
          <w:numId w:val="49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4D7129">
        <w:rPr>
          <w:rFonts w:ascii="Arial" w:hAnsi="Arial" w:cs="Arial"/>
          <w:sz w:val="22"/>
          <w:szCs w:val="22"/>
          <w:lang w:val="pl-PL"/>
        </w:rPr>
        <w:t>wypełniony formularz „Zakres danych osobowych”</w:t>
      </w:r>
    </w:p>
    <w:p w:rsidR="00577CC9" w:rsidRPr="004D7129" w:rsidRDefault="00577CC9" w:rsidP="004D7129">
      <w:pPr>
        <w:numPr>
          <w:ilvl w:val="0"/>
          <w:numId w:val="49"/>
        </w:numPr>
        <w:spacing w:after="120"/>
        <w:ind w:left="284"/>
        <w:jc w:val="both"/>
        <w:rPr>
          <w:rFonts w:ascii="Arial" w:hAnsi="Arial" w:cs="Arial"/>
          <w:sz w:val="22"/>
          <w:szCs w:val="22"/>
          <w:lang w:val="pl-PL"/>
        </w:rPr>
      </w:pPr>
      <w:r w:rsidRPr="004D7129">
        <w:rPr>
          <w:rFonts w:ascii="Arial" w:hAnsi="Arial" w:cs="Arial"/>
          <w:sz w:val="22"/>
          <w:szCs w:val="22"/>
          <w:lang w:val="pl-PL"/>
        </w:rPr>
        <w:t>Wyrażam zgodę na poddanie się badaniom ewaluacyjnym w trakcie realizacji projektu oraz po jego zakończeniu.</w:t>
      </w:r>
    </w:p>
    <w:p w:rsidR="00577CC9" w:rsidRPr="004D7129" w:rsidRDefault="00577CC9" w:rsidP="004D7129">
      <w:pPr>
        <w:numPr>
          <w:ilvl w:val="0"/>
          <w:numId w:val="49"/>
        </w:numPr>
        <w:spacing w:after="120"/>
        <w:ind w:left="284"/>
        <w:jc w:val="both"/>
        <w:rPr>
          <w:rFonts w:ascii="Arial" w:hAnsi="Arial" w:cs="Arial"/>
          <w:color w:val="FF0000"/>
          <w:sz w:val="22"/>
          <w:szCs w:val="22"/>
          <w:lang w:val="pl-PL"/>
        </w:rPr>
      </w:pPr>
      <w:r w:rsidRPr="004D7129">
        <w:rPr>
          <w:rFonts w:ascii="Arial" w:hAnsi="Arial" w:cs="Arial"/>
          <w:sz w:val="22"/>
          <w:szCs w:val="22"/>
          <w:lang w:val="pl-PL"/>
        </w:rPr>
        <w:t>Oświadczam, iż zostałam/em poinformowany o współfinansowaniu Projektu w ramach Regionalnego Programu Operacyjnego Województwa Małopolskiego na lata 2014-2020, 10 Oś Priorytetowa Wiedza i Kompetencje, Działanie 10.2 Rozwój kształcenia zawodowego uczniów z  Europejskiego Funduszu Społecznego.</w:t>
      </w:r>
    </w:p>
    <w:p w:rsidR="00577CC9" w:rsidRPr="004D7129" w:rsidRDefault="00577CC9" w:rsidP="004D7129">
      <w:pPr>
        <w:numPr>
          <w:ilvl w:val="0"/>
          <w:numId w:val="49"/>
        </w:numPr>
        <w:spacing w:after="120"/>
        <w:ind w:left="284"/>
        <w:jc w:val="both"/>
        <w:rPr>
          <w:rFonts w:ascii="Arial" w:hAnsi="Arial" w:cs="Arial"/>
          <w:sz w:val="22"/>
          <w:szCs w:val="22"/>
          <w:lang w:val="pl-PL"/>
        </w:rPr>
      </w:pPr>
      <w:r w:rsidRPr="004D7129">
        <w:rPr>
          <w:rFonts w:ascii="Arial" w:hAnsi="Arial" w:cs="Arial"/>
          <w:sz w:val="22"/>
          <w:szCs w:val="22"/>
          <w:lang w:val="pl-PL"/>
        </w:rPr>
        <w:t>Oświadczam, iż zostałam/em pouczona/y o odpowiedzialności za składnie oświadczeń niezgodnych z prawdą.</w:t>
      </w:r>
    </w:p>
    <w:p w:rsidR="00577CC9" w:rsidRPr="004D7129" w:rsidRDefault="00577CC9" w:rsidP="004D7129">
      <w:pPr>
        <w:jc w:val="both"/>
        <w:rPr>
          <w:rFonts w:ascii="Arial" w:hAnsi="Arial" w:cs="Arial"/>
          <w:b/>
          <w:bCs/>
          <w:sz w:val="16"/>
          <w:szCs w:val="16"/>
          <w:lang w:val="pl-PL"/>
        </w:rPr>
      </w:pPr>
    </w:p>
    <w:p w:rsidR="00577CC9" w:rsidRPr="004D7129" w:rsidRDefault="00577CC9" w:rsidP="004D7129">
      <w:pPr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577CC9" w:rsidRPr="004D7129" w:rsidRDefault="00577CC9" w:rsidP="004D712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4D7129">
        <w:rPr>
          <w:rFonts w:ascii="Arial" w:hAnsi="Arial" w:cs="Arial"/>
          <w:sz w:val="22"/>
          <w:szCs w:val="22"/>
          <w:lang w:val="pl-PL"/>
        </w:rPr>
        <w:t>………………………………</w:t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  <w:t xml:space="preserve">     …………………………………………</w:t>
      </w:r>
    </w:p>
    <w:p w:rsidR="00577CC9" w:rsidRPr="004D7129" w:rsidRDefault="00577CC9" w:rsidP="004D7129">
      <w:pPr>
        <w:jc w:val="both"/>
        <w:rPr>
          <w:rFonts w:ascii="Arial" w:hAnsi="Arial" w:cs="Arial"/>
          <w:i/>
          <w:iCs/>
          <w:sz w:val="22"/>
          <w:szCs w:val="22"/>
          <w:lang w:val="pl-PL"/>
        </w:rPr>
      </w:pPr>
      <w:r w:rsidRPr="004D7129">
        <w:rPr>
          <w:rFonts w:ascii="Arial" w:hAnsi="Arial" w:cs="Arial"/>
          <w:i/>
          <w:iCs/>
          <w:sz w:val="22"/>
          <w:szCs w:val="22"/>
          <w:lang w:val="pl-PL"/>
        </w:rPr>
        <w:t xml:space="preserve">     (Miejscowość i Data)</w:t>
      </w:r>
      <w:r w:rsidRPr="004D7129">
        <w:rPr>
          <w:rFonts w:ascii="Arial" w:hAnsi="Arial" w:cs="Arial"/>
          <w:i/>
          <w:iCs/>
          <w:sz w:val="22"/>
          <w:szCs w:val="22"/>
          <w:lang w:val="pl-PL"/>
        </w:rPr>
        <w:tab/>
      </w:r>
      <w:r w:rsidRPr="004D7129">
        <w:rPr>
          <w:rFonts w:ascii="Arial" w:hAnsi="Arial" w:cs="Arial"/>
          <w:i/>
          <w:iCs/>
          <w:sz w:val="22"/>
          <w:szCs w:val="22"/>
          <w:lang w:val="pl-PL"/>
        </w:rPr>
        <w:tab/>
      </w:r>
      <w:r w:rsidRPr="004D7129">
        <w:rPr>
          <w:rFonts w:ascii="Arial" w:hAnsi="Arial" w:cs="Arial"/>
          <w:i/>
          <w:iCs/>
          <w:sz w:val="22"/>
          <w:szCs w:val="22"/>
          <w:lang w:val="pl-PL"/>
        </w:rPr>
        <w:tab/>
      </w:r>
      <w:r w:rsidRPr="004D7129">
        <w:rPr>
          <w:rFonts w:ascii="Arial" w:hAnsi="Arial" w:cs="Arial"/>
          <w:i/>
          <w:iCs/>
          <w:sz w:val="22"/>
          <w:szCs w:val="22"/>
          <w:lang w:val="pl-PL"/>
        </w:rPr>
        <w:tab/>
        <w:t xml:space="preserve">                   (Czytelny podpis uczestnika         </w:t>
      </w:r>
      <w:r w:rsidRPr="004D7129">
        <w:rPr>
          <w:rFonts w:ascii="Arial" w:hAnsi="Arial" w:cs="Arial"/>
          <w:i/>
          <w:iCs/>
          <w:sz w:val="22"/>
          <w:szCs w:val="22"/>
          <w:lang w:val="pl-PL"/>
        </w:rPr>
        <w:br/>
        <w:t xml:space="preserve">                                                                                                                             projektu)</w:t>
      </w:r>
    </w:p>
    <w:p w:rsidR="00577CC9" w:rsidRPr="004D7129" w:rsidRDefault="00577CC9" w:rsidP="004D7129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577CC9" w:rsidRPr="004D7129" w:rsidRDefault="00577CC9" w:rsidP="004D7129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  <w:t xml:space="preserve">                                                                        …………………………………………………</w:t>
      </w:r>
    </w:p>
    <w:p w:rsidR="00577CC9" w:rsidRPr="004D7129" w:rsidRDefault="00577CC9" w:rsidP="004D7129">
      <w:pPr>
        <w:jc w:val="right"/>
        <w:rPr>
          <w:rFonts w:ascii="Arial" w:hAnsi="Arial" w:cs="Arial"/>
          <w:i/>
          <w:iCs/>
          <w:sz w:val="22"/>
          <w:szCs w:val="22"/>
          <w:lang w:val="pl-PL"/>
        </w:rPr>
      </w:pP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sz w:val="22"/>
          <w:szCs w:val="22"/>
          <w:lang w:val="pl-PL"/>
        </w:rPr>
        <w:tab/>
      </w:r>
      <w:r w:rsidRPr="004D7129">
        <w:rPr>
          <w:rFonts w:ascii="Arial" w:hAnsi="Arial" w:cs="Arial"/>
          <w:i/>
          <w:iCs/>
          <w:sz w:val="22"/>
          <w:szCs w:val="22"/>
          <w:lang w:val="pl-PL"/>
        </w:rPr>
        <w:t>(Czytelny podpis rodzica lub opiekuna prawnego**)</w:t>
      </w:r>
    </w:p>
    <w:p w:rsidR="00577CC9" w:rsidRPr="004D7129" w:rsidRDefault="00577CC9" w:rsidP="004D7129">
      <w:pPr>
        <w:rPr>
          <w:rFonts w:ascii="Arial" w:hAnsi="Arial" w:cs="Arial"/>
          <w:b/>
          <w:bCs/>
          <w:sz w:val="18"/>
          <w:szCs w:val="18"/>
          <w:lang w:val="pl-PL"/>
        </w:rPr>
      </w:pPr>
      <w:r w:rsidRPr="004D7129">
        <w:rPr>
          <w:rFonts w:ascii="Arial" w:hAnsi="Arial" w:cs="Arial"/>
          <w:sz w:val="18"/>
          <w:szCs w:val="18"/>
          <w:lang w:val="pl-PL"/>
        </w:rPr>
        <w:t>*Niepotrzebne skreślić</w:t>
      </w:r>
      <w:r w:rsidRPr="004D7129">
        <w:rPr>
          <w:rFonts w:ascii="Arial" w:hAnsi="Arial" w:cs="Arial"/>
          <w:sz w:val="18"/>
          <w:szCs w:val="18"/>
          <w:lang w:val="pl-PL"/>
        </w:rPr>
        <w:br/>
        <w:t xml:space="preserve">**W przypadku deklaracji uczestnictwa osoby nieletniej deklaracja powinna zostać podpisana </w:t>
      </w:r>
      <w:r w:rsidRPr="004D7129">
        <w:rPr>
          <w:rFonts w:ascii="Arial" w:hAnsi="Arial" w:cs="Arial"/>
          <w:sz w:val="18"/>
          <w:szCs w:val="18"/>
          <w:u w:val="single"/>
          <w:lang w:val="pl-PL"/>
        </w:rPr>
        <w:t>zarówno</w:t>
      </w:r>
      <w:r w:rsidRPr="004D7129">
        <w:rPr>
          <w:rFonts w:ascii="Arial" w:hAnsi="Arial" w:cs="Arial"/>
          <w:sz w:val="18"/>
          <w:szCs w:val="18"/>
          <w:lang w:val="pl-PL"/>
        </w:rPr>
        <w:t xml:space="preserve"> przez uczestnika projektu, jak również jej prawnego opiekuna. </w:t>
      </w:r>
    </w:p>
    <w:p w:rsidR="00577CC9" w:rsidRPr="005C243D" w:rsidRDefault="00577CC9" w:rsidP="009101AC">
      <w:pPr>
        <w:rPr>
          <w:lang w:val="pl-PL"/>
        </w:rPr>
      </w:pPr>
      <w:bookmarkStart w:id="2" w:name="_GoBack"/>
      <w:bookmarkEnd w:id="2"/>
    </w:p>
    <w:p w:rsidR="00577CC9" w:rsidRPr="005C243D" w:rsidRDefault="00577CC9" w:rsidP="009101AC">
      <w:pPr>
        <w:rPr>
          <w:lang w:val="pl-PL"/>
        </w:rPr>
      </w:pPr>
    </w:p>
    <w:sectPr w:rsidR="00577CC9" w:rsidRPr="005C243D" w:rsidSect="00563AB0">
      <w:headerReference w:type="default" r:id="rId7"/>
      <w:footerReference w:type="default" r:id="rId8"/>
      <w:pgSz w:w="11906" w:h="16838" w:code="9"/>
      <w:pgMar w:top="1418" w:right="1418" w:bottom="1702" w:left="1418" w:header="142" w:footer="17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CC9" w:rsidRDefault="00577CC9" w:rsidP="00C77112">
      <w:r>
        <w:separator/>
      </w:r>
    </w:p>
  </w:endnote>
  <w:endnote w:type="continuationSeparator" w:id="1">
    <w:p w:rsidR="00577CC9" w:rsidRDefault="00577CC9" w:rsidP="00C77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CC9" w:rsidRPr="00E54D66" w:rsidRDefault="00577CC9" w:rsidP="00A62711">
    <w:pPr>
      <w:pStyle w:val="Footer"/>
      <w:tabs>
        <w:tab w:val="clear" w:pos="4536"/>
        <w:tab w:val="clear" w:pos="9072"/>
        <w:tab w:val="left" w:pos="6810"/>
      </w:tabs>
      <w:rPr>
        <w:lang w:val="pl-PL"/>
      </w:rPr>
    </w:pPr>
    <w:r>
      <w:rPr>
        <w:lang w:val="pl-PL"/>
      </w:rPr>
      <w:tab/>
    </w:r>
  </w:p>
  <w:p w:rsidR="00577CC9" w:rsidRPr="00563AB0" w:rsidRDefault="00577CC9" w:rsidP="006700D8">
    <w:pPr>
      <w:pStyle w:val="Footer"/>
      <w:rPr>
        <w:rFonts w:ascii="Arial" w:hAnsi="Arial" w:cs="Arial"/>
        <w:sz w:val="18"/>
        <w:szCs w:val="18"/>
        <w:lang w:val="pl-PL"/>
      </w:rPr>
    </w:pPr>
    <w:r>
      <w:rPr>
        <w:noProof/>
        <w:lang w:val="pl-PL" w:eastAsia="pl-PL"/>
      </w:rPr>
      <w:pict>
        <v:group id="Grupa 6" o:spid="_x0000_s2050" style="position:absolute;margin-left:-31.15pt;margin-top:31.9pt;width:530.25pt;height:54.75pt;z-index:251662336" coordsize="67341,6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2051" type="#_x0000_t75" alt="EU_EFS_rgb-3" style="position:absolute;left:45910;top:666;width:21431;height:5430;visibility:visible">
            <v:imagedata r:id="rId1" o:title=""/>
            <v:path arrowok="t"/>
          </v:shape>
          <v:shape id="Picture 5" o:spid="_x0000_s2052" type="#_x0000_t75" alt="logo_FE_Program_Regionalny_rgb-4" style="position:absolute;width:15525;height:6953;visibility:visible">
            <v:imagedata r:id="rId2" o:title=""/>
            <v:path arrowok="t"/>
          </v:shape>
          <v:shape id="Obraz 13" o:spid="_x0000_s2053" type="#_x0000_t75" style="position:absolute;left:21240;top:1428;width:23622;height:3375;visibility:visible">
            <v:imagedata r:id="rId3" o:title=""/>
            <v:path arrowok="t"/>
          </v:shape>
        </v:group>
      </w:pict>
    </w:r>
    <w:r>
      <w:rPr>
        <w:noProof/>
        <w:lang w:val="pl-PL" w:eastAsia="pl-PL"/>
      </w:rPr>
      <w:pict>
        <v:line id="Łącznik prostoliniowy 10" o:spid="_x0000_s2054" style="position:absolute;z-index:251663360;visibility:visible" from="-69.4pt,17.9pt" to="524.6pt,17.9pt" strokecolor="#4579b8"/>
      </w:pict>
    </w:r>
    <w:r>
      <w:rPr>
        <w:noProof/>
        <w:lang w:val="pl-PL" w:eastAsia="pl-PL"/>
      </w:rPr>
      <w:pict>
        <v:line id="Łącznik prostoliniowy 11" o:spid="_x0000_s2055" style="position:absolute;z-index:251664384;visibility:visible" from="-69.4pt,-.1pt" to="524.6pt,-.1pt" strokecolor="#4579b8"/>
      </w:pict>
    </w:r>
    <w:r w:rsidRPr="00563AB0">
      <w:rPr>
        <w:rFonts w:ascii="Arial" w:hAnsi="Arial" w:cs="Arial"/>
        <w:b/>
        <w:bCs/>
        <w:spacing w:val="80"/>
        <w:sz w:val="18"/>
        <w:szCs w:val="18"/>
        <w:lang w:val="pl-PL"/>
      </w:rPr>
      <w:t>Modernizacja kształcenia zawodowego w Małopolsce II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CC9" w:rsidRDefault="00577CC9" w:rsidP="00C77112">
      <w:r>
        <w:separator/>
      </w:r>
    </w:p>
  </w:footnote>
  <w:footnote w:type="continuationSeparator" w:id="1">
    <w:p w:rsidR="00577CC9" w:rsidRDefault="00577CC9" w:rsidP="00C771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CC9" w:rsidRPr="00E7584B" w:rsidRDefault="00577CC9" w:rsidP="006700D8">
    <w:pPr>
      <w:pStyle w:val="Header"/>
      <w:tabs>
        <w:tab w:val="clear" w:pos="9072"/>
        <w:tab w:val="right" w:pos="9214"/>
      </w:tabs>
      <w:ind w:left="-1134" w:right="-144"/>
      <w:rPr>
        <w:lang w:val="pl-PL"/>
      </w:rPr>
    </w:pPr>
    <w:r>
      <w:rPr>
        <w:noProof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s2049" type="#_x0000_t75" style="position:absolute;left:0;text-align:left;margin-left:-5.65pt;margin-top:11.65pt;width:178.5pt;height:25.5pt;z-index:251660288;visibility:visible">
          <v:imagedata r:id="rId1" o:title=""/>
        </v:shape>
      </w:pict>
    </w:r>
    <w:r>
      <w:rPr>
        <w:lang w:val="pl-PL"/>
      </w:rPr>
      <w:tab/>
    </w:r>
  </w:p>
  <w:p w:rsidR="00577CC9" w:rsidRDefault="00577CC9" w:rsidP="00BE6F8B">
    <w:pPr>
      <w:pStyle w:val="Header"/>
      <w:tabs>
        <w:tab w:val="clear" w:pos="4536"/>
        <w:tab w:val="clear" w:pos="9072"/>
        <w:tab w:val="left" w:pos="3525"/>
      </w:tabs>
      <w:rPr>
        <w:lang w:val="pl-PL"/>
      </w:rPr>
    </w:pPr>
    <w:r>
      <w:rPr>
        <w:lang w:val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7F0"/>
    <w:multiLevelType w:val="hybridMultilevel"/>
    <w:tmpl w:val="F446D8EC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03E401EA"/>
    <w:multiLevelType w:val="hybridMultilevel"/>
    <w:tmpl w:val="57D03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12347A"/>
    <w:multiLevelType w:val="hybridMultilevel"/>
    <w:tmpl w:val="B8F8B7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5C63B9E"/>
    <w:multiLevelType w:val="hybridMultilevel"/>
    <w:tmpl w:val="98126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A8C5DB0"/>
    <w:multiLevelType w:val="hybridMultilevel"/>
    <w:tmpl w:val="D3E822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AF03D51"/>
    <w:multiLevelType w:val="hybridMultilevel"/>
    <w:tmpl w:val="EE6EA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D337DF4"/>
    <w:multiLevelType w:val="hybridMultilevel"/>
    <w:tmpl w:val="0054D9D0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23FCC"/>
    <w:multiLevelType w:val="hybridMultilevel"/>
    <w:tmpl w:val="7F4017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E981C68"/>
    <w:multiLevelType w:val="hybridMultilevel"/>
    <w:tmpl w:val="13C60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EC43504"/>
    <w:multiLevelType w:val="hybridMultilevel"/>
    <w:tmpl w:val="B5B8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0F526255"/>
    <w:multiLevelType w:val="hybridMultilevel"/>
    <w:tmpl w:val="6B168DE4"/>
    <w:lvl w:ilvl="0" w:tplc="C89212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54E0D3F"/>
    <w:multiLevelType w:val="hybridMultilevel"/>
    <w:tmpl w:val="CD968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578550C"/>
    <w:multiLevelType w:val="hybridMultilevel"/>
    <w:tmpl w:val="0B0C21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62E1176"/>
    <w:multiLevelType w:val="hybridMultilevel"/>
    <w:tmpl w:val="024A50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2C286A"/>
    <w:multiLevelType w:val="hybridMultilevel"/>
    <w:tmpl w:val="282EF454"/>
    <w:lvl w:ilvl="0" w:tplc="DFF68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0C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DA56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388C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9A67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408D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921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BA22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E30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971363F"/>
    <w:multiLevelType w:val="hybridMultilevel"/>
    <w:tmpl w:val="B4605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025685"/>
    <w:multiLevelType w:val="hybridMultilevel"/>
    <w:tmpl w:val="0A5A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E5E539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0A150F"/>
    <w:multiLevelType w:val="hybridMultilevel"/>
    <w:tmpl w:val="1284B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6B1566"/>
    <w:multiLevelType w:val="hybridMultilevel"/>
    <w:tmpl w:val="459E27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>
    <w:nsid w:val="24E06BB6"/>
    <w:multiLevelType w:val="hybridMultilevel"/>
    <w:tmpl w:val="091499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>
    <w:nsid w:val="25723657"/>
    <w:multiLevelType w:val="hybridMultilevel"/>
    <w:tmpl w:val="127A1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296A775A"/>
    <w:multiLevelType w:val="hybridMultilevel"/>
    <w:tmpl w:val="07C2114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2AF1919"/>
    <w:multiLevelType w:val="hybridMultilevel"/>
    <w:tmpl w:val="2A541E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56934DF"/>
    <w:multiLevelType w:val="hybridMultilevel"/>
    <w:tmpl w:val="F59CF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1493E9A"/>
    <w:multiLevelType w:val="hybridMultilevel"/>
    <w:tmpl w:val="9E92D8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5DB1F57"/>
    <w:multiLevelType w:val="hybridMultilevel"/>
    <w:tmpl w:val="EF289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AD584A"/>
    <w:multiLevelType w:val="hybridMultilevel"/>
    <w:tmpl w:val="49D28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4D9B785E"/>
    <w:multiLevelType w:val="hybridMultilevel"/>
    <w:tmpl w:val="105E4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FE6676A"/>
    <w:multiLevelType w:val="hybridMultilevel"/>
    <w:tmpl w:val="486A9BE0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9">
    <w:nsid w:val="50A8770B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130A2C"/>
    <w:multiLevelType w:val="hybridMultilevel"/>
    <w:tmpl w:val="F4121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53E41E98"/>
    <w:multiLevelType w:val="hybridMultilevel"/>
    <w:tmpl w:val="807EFAB8"/>
    <w:lvl w:ilvl="0" w:tplc="1DDE2A1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A91916"/>
    <w:multiLevelType w:val="hybridMultilevel"/>
    <w:tmpl w:val="2D822F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u w:val="none"/>
      </w:rPr>
    </w:lvl>
    <w:lvl w:ilvl="1" w:tplc="E27A2842">
      <w:start w:val="1"/>
      <w:numFmt w:val="lowerLetter"/>
      <w:lvlText w:val="%2."/>
      <w:lvlJc w:val="left"/>
      <w:pPr>
        <w:ind w:left="1080" w:hanging="360"/>
      </w:pPr>
      <w:rPr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6456BD9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914301A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C631EBF"/>
    <w:multiLevelType w:val="hybridMultilevel"/>
    <w:tmpl w:val="826E5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1D91DBE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3E21E2E"/>
    <w:multiLevelType w:val="hybridMultilevel"/>
    <w:tmpl w:val="F6B669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645B41BD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4E56B49"/>
    <w:multiLevelType w:val="hybridMultilevel"/>
    <w:tmpl w:val="ADBED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332FA5"/>
    <w:multiLevelType w:val="hybridMultilevel"/>
    <w:tmpl w:val="6E729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6A3712DF"/>
    <w:multiLevelType w:val="hybridMultilevel"/>
    <w:tmpl w:val="3BC679B0"/>
    <w:lvl w:ilvl="0" w:tplc="BBA8CA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B971ED"/>
    <w:multiLevelType w:val="hybridMultilevel"/>
    <w:tmpl w:val="EF542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6C750EFF"/>
    <w:multiLevelType w:val="hybridMultilevel"/>
    <w:tmpl w:val="95402AAE"/>
    <w:lvl w:ilvl="0" w:tplc="A4CA606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DB223814">
      <w:start w:val="1"/>
      <w:numFmt w:val="lowerLetter"/>
      <w:lvlText w:val="%2."/>
      <w:lvlJc w:val="left"/>
      <w:pPr>
        <w:ind w:left="1080" w:hanging="360"/>
      </w:pPr>
      <w:rPr>
        <w:b w:val="0"/>
        <w:bCs w:val="0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F18293B"/>
    <w:multiLevelType w:val="hybridMultilevel"/>
    <w:tmpl w:val="169E1544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81A4C77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783F503B"/>
    <w:multiLevelType w:val="hybridMultilevel"/>
    <w:tmpl w:val="35BA799A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79877C72"/>
    <w:multiLevelType w:val="hybridMultilevel"/>
    <w:tmpl w:val="DEF88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>
    <w:nsid w:val="7ADC28AE"/>
    <w:multiLevelType w:val="hybridMultilevel"/>
    <w:tmpl w:val="980C69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3C8E996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1"/>
  </w:num>
  <w:num w:numId="3">
    <w:abstractNumId w:val="44"/>
  </w:num>
  <w:num w:numId="4">
    <w:abstractNumId w:val="15"/>
  </w:num>
  <w:num w:numId="5">
    <w:abstractNumId w:val="16"/>
  </w:num>
  <w:num w:numId="6">
    <w:abstractNumId w:val="19"/>
  </w:num>
  <w:num w:numId="7">
    <w:abstractNumId w:val="27"/>
  </w:num>
  <w:num w:numId="8">
    <w:abstractNumId w:val="25"/>
  </w:num>
  <w:num w:numId="9">
    <w:abstractNumId w:val="17"/>
  </w:num>
  <w:num w:numId="10">
    <w:abstractNumId w:val="18"/>
  </w:num>
  <w:num w:numId="11">
    <w:abstractNumId w:val="30"/>
  </w:num>
  <w:num w:numId="12">
    <w:abstractNumId w:val="41"/>
  </w:num>
  <w:num w:numId="13">
    <w:abstractNumId w:val="6"/>
  </w:num>
  <w:num w:numId="14">
    <w:abstractNumId w:val="39"/>
  </w:num>
  <w:num w:numId="15">
    <w:abstractNumId w:val="14"/>
  </w:num>
  <w:num w:numId="16">
    <w:abstractNumId w:val="7"/>
  </w:num>
  <w:num w:numId="17">
    <w:abstractNumId w:val="37"/>
  </w:num>
  <w:num w:numId="18">
    <w:abstractNumId w:val="21"/>
  </w:num>
  <w:num w:numId="19">
    <w:abstractNumId w:val="12"/>
  </w:num>
  <w:num w:numId="20">
    <w:abstractNumId w:val="46"/>
  </w:num>
  <w:num w:numId="21">
    <w:abstractNumId w:val="22"/>
  </w:num>
  <w:num w:numId="22">
    <w:abstractNumId w:val="4"/>
  </w:num>
  <w:num w:numId="23">
    <w:abstractNumId w:val="2"/>
  </w:num>
  <w:num w:numId="24">
    <w:abstractNumId w:val="5"/>
  </w:num>
  <w:num w:numId="25">
    <w:abstractNumId w:val="1"/>
  </w:num>
  <w:num w:numId="26">
    <w:abstractNumId w:val="13"/>
  </w:num>
  <w:num w:numId="27">
    <w:abstractNumId w:val="47"/>
  </w:num>
  <w:num w:numId="28">
    <w:abstractNumId w:val="31"/>
  </w:num>
  <w:num w:numId="29">
    <w:abstractNumId w:val="49"/>
  </w:num>
  <w:num w:numId="30">
    <w:abstractNumId w:val="26"/>
  </w:num>
  <w:num w:numId="31">
    <w:abstractNumId w:val="42"/>
  </w:num>
  <w:num w:numId="32">
    <w:abstractNumId w:val="9"/>
  </w:num>
  <w:num w:numId="33">
    <w:abstractNumId w:val="40"/>
  </w:num>
  <w:num w:numId="34">
    <w:abstractNumId w:val="34"/>
  </w:num>
  <w:num w:numId="35">
    <w:abstractNumId w:val="29"/>
  </w:num>
  <w:num w:numId="36">
    <w:abstractNumId w:val="33"/>
  </w:num>
  <w:num w:numId="37">
    <w:abstractNumId w:val="38"/>
  </w:num>
  <w:num w:numId="38">
    <w:abstractNumId w:val="36"/>
  </w:num>
  <w:num w:numId="39">
    <w:abstractNumId w:val="0"/>
  </w:num>
  <w:num w:numId="40">
    <w:abstractNumId w:val="28"/>
  </w:num>
  <w:num w:numId="41">
    <w:abstractNumId w:val="23"/>
  </w:num>
  <w:num w:numId="42">
    <w:abstractNumId w:val="35"/>
  </w:num>
  <w:num w:numId="43">
    <w:abstractNumId w:val="20"/>
  </w:num>
  <w:num w:numId="44">
    <w:abstractNumId w:val="24"/>
  </w:num>
  <w:num w:numId="45">
    <w:abstractNumId w:val="48"/>
  </w:num>
  <w:num w:numId="46">
    <w:abstractNumId w:val="3"/>
  </w:num>
  <w:num w:numId="47">
    <w:abstractNumId w:val="8"/>
  </w:num>
  <w:num w:numId="48">
    <w:abstractNumId w:val="32"/>
  </w:num>
  <w:num w:numId="4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3055"/>
    <w:rsid w:val="000152F7"/>
    <w:rsid w:val="0002799D"/>
    <w:rsid w:val="00041D58"/>
    <w:rsid w:val="00046A24"/>
    <w:rsid w:val="000521D6"/>
    <w:rsid w:val="00053C46"/>
    <w:rsid w:val="00054808"/>
    <w:rsid w:val="0006288C"/>
    <w:rsid w:val="000938EE"/>
    <w:rsid w:val="000A560A"/>
    <w:rsid w:val="000E1FB6"/>
    <w:rsid w:val="000F2DCD"/>
    <w:rsid w:val="000F50CC"/>
    <w:rsid w:val="00110B6C"/>
    <w:rsid w:val="00113768"/>
    <w:rsid w:val="00113EB0"/>
    <w:rsid w:val="001158C3"/>
    <w:rsid w:val="00122CDA"/>
    <w:rsid w:val="00137183"/>
    <w:rsid w:val="001567D8"/>
    <w:rsid w:val="00171002"/>
    <w:rsid w:val="0017487F"/>
    <w:rsid w:val="00175241"/>
    <w:rsid w:val="001930F3"/>
    <w:rsid w:val="001A4C36"/>
    <w:rsid w:val="001A70C2"/>
    <w:rsid w:val="001B1F24"/>
    <w:rsid w:val="001D204B"/>
    <w:rsid w:val="001D63B0"/>
    <w:rsid w:val="001D6A44"/>
    <w:rsid w:val="001E6B8D"/>
    <w:rsid w:val="00220707"/>
    <w:rsid w:val="002467A4"/>
    <w:rsid w:val="00253529"/>
    <w:rsid w:val="002645E3"/>
    <w:rsid w:val="00284FF1"/>
    <w:rsid w:val="002C38F8"/>
    <w:rsid w:val="002D3654"/>
    <w:rsid w:val="002E48EF"/>
    <w:rsid w:val="003055B0"/>
    <w:rsid w:val="003135EA"/>
    <w:rsid w:val="00313B6E"/>
    <w:rsid w:val="00322413"/>
    <w:rsid w:val="0033484C"/>
    <w:rsid w:val="00342AC9"/>
    <w:rsid w:val="00362EA3"/>
    <w:rsid w:val="00383A90"/>
    <w:rsid w:val="00386019"/>
    <w:rsid w:val="003976C9"/>
    <w:rsid w:val="003A043E"/>
    <w:rsid w:val="003A4FE8"/>
    <w:rsid w:val="003B7BE8"/>
    <w:rsid w:val="003D6F44"/>
    <w:rsid w:val="003F50F4"/>
    <w:rsid w:val="003F6A73"/>
    <w:rsid w:val="00404F46"/>
    <w:rsid w:val="00415170"/>
    <w:rsid w:val="00415EF8"/>
    <w:rsid w:val="00420811"/>
    <w:rsid w:val="00420DD9"/>
    <w:rsid w:val="00432ED4"/>
    <w:rsid w:val="00450804"/>
    <w:rsid w:val="00464DA0"/>
    <w:rsid w:val="00481954"/>
    <w:rsid w:val="004D09BC"/>
    <w:rsid w:val="004D7129"/>
    <w:rsid w:val="004D7A9A"/>
    <w:rsid w:val="004F6A34"/>
    <w:rsid w:val="00505FA8"/>
    <w:rsid w:val="005439EB"/>
    <w:rsid w:val="00556964"/>
    <w:rsid w:val="00563AB0"/>
    <w:rsid w:val="0057033B"/>
    <w:rsid w:val="00576636"/>
    <w:rsid w:val="00577CC9"/>
    <w:rsid w:val="005807F3"/>
    <w:rsid w:val="00597D21"/>
    <w:rsid w:val="005A67CD"/>
    <w:rsid w:val="005B1FE8"/>
    <w:rsid w:val="005C1F35"/>
    <w:rsid w:val="005C243D"/>
    <w:rsid w:val="005C3426"/>
    <w:rsid w:val="005D40DB"/>
    <w:rsid w:val="005D6C66"/>
    <w:rsid w:val="005F3D66"/>
    <w:rsid w:val="006328D2"/>
    <w:rsid w:val="00635FDC"/>
    <w:rsid w:val="006700D8"/>
    <w:rsid w:val="00682496"/>
    <w:rsid w:val="00684AF0"/>
    <w:rsid w:val="006A3047"/>
    <w:rsid w:val="006A7F4B"/>
    <w:rsid w:val="006B14DE"/>
    <w:rsid w:val="006B47AD"/>
    <w:rsid w:val="006B52C4"/>
    <w:rsid w:val="006C2DBB"/>
    <w:rsid w:val="006F74C9"/>
    <w:rsid w:val="00702F80"/>
    <w:rsid w:val="007231E4"/>
    <w:rsid w:val="00726D28"/>
    <w:rsid w:val="00741108"/>
    <w:rsid w:val="00746903"/>
    <w:rsid w:val="00752065"/>
    <w:rsid w:val="007A4E33"/>
    <w:rsid w:val="007A7871"/>
    <w:rsid w:val="007B0A35"/>
    <w:rsid w:val="007B127F"/>
    <w:rsid w:val="007B7696"/>
    <w:rsid w:val="007C07D6"/>
    <w:rsid w:val="007D3E8B"/>
    <w:rsid w:val="007E0259"/>
    <w:rsid w:val="007E20E2"/>
    <w:rsid w:val="007F3488"/>
    <w:rsid w:val="00823055"/>
    <w:rsid w:val="00824826"/>
    <w:rsid w:val="00845FC1"/>
    <w:rsid w:val="00847478"/>
    <w:rsid w:val="0085285F"/>
    <w:rsid w:val="00860632"/>
    <w:rsid w:val="008624BD"/>
    <w:rsid w:val="0087048F"/>
    <w:rsid w:val="00871507"/>
    <w:rsid w:val="00875EA8"/>
    <w:rsid w:val="00881B21"/>
    <w:rsid w:val="00883A2D"/>
    <w:rsid w:val="008A032F"/>
    <w:rsid w:val="008A3B2A"/>
    <w:rsid w:val="008B4E58"/>
    <w:rsid w:val="008B6AA1"/>
    <w:rsid w:val="008D7B1E"/>
    <w:rsid w:val="008F5854"/>
    <w:rsid w:val="008F6016"/>
    <w:rsid w:val="009101AC"/>
    <w:rsid w:val="00911F54"/>
    <w:rsid w:val="00912461"/>
    <w:rsid w:val="00943A95"/>
    <w:rsid w:val="00945A93"/>
    <w:rsid w:val="00960F06"/>
    <w:rsid w:val="009670A1"/>
    <w:rsid w:val="00975406"/>
    <w:rsid w:val="00983BFA"/>
    <w:rsid w:val="00997718"/>
    <w:rsid w:val="009B159D"/>
    <w:rsid w:val="009C182A"/>
    <w:rsid w:val="009C6F5E"/>
    <w:rsid w:val="009E61C2"/>
    <w:rsid w:val="009F199E"/>
    <w:rsid w:val="009F7692"/>
    <w:rsid w:val="00A06247"/>
    <w:rsid w:val="00A208C7"/>
    <w:rsid w:val="00A234AA"/>
    <w:rsid w:val="00A2574D"/>
    <w:rsid w:val="00A443C0"/>
    <w:rsid w:val="00A51D57"/>
    <w:rsid w:val="00A62711"/>
    <w:rsid w:val="00A66CDC"/>
    <w:rsid w:val="00AD68C6"/>
    <w:rsid w:val="00AE70CC"/>
    <w:rsid w:val="00B077D2"/>
    <w:rsid w:val="00B26219"/>
    <w:rsid w:val="00B504C7"/>
    <w:rsid w:val="00B569E0"/>
    <w:rsid w:val="00B61431"/>
    <w:rsid w:val="00B67C92"/>
    <w:rsid w:val="00BA18A8"/>
    <w:rsid w:val="00BA35CA"/>
    <w:rsid w:val="00BC0178"/>
    <w:rsid w:val="00BE6F8B"/>
    <w:rsid w:val="00C250C8"/>
    <w:rsid w:val="00C5014A"/>
    <w:rsid w:val="00C56467"/>
    <w:rsid w:val="00C61100"/>
    <w:rsid w:val="00C77112"/>
    <w:rsid w:val="00C90148"/>
    <w:rsid w:val="00C92050"/>
    <w:rsid w:val="00C93640"/>
    <w:rsid w:val="00CA42DD"/>
    <w:rsid w:val="00CB35DC"/>
    <w:rsid w:val="00CC284C"/>
    <w:rsid w:val="00D225D3"/>
    <w:rsid w:val="00D25FD5"/>
    <w:rsid w:val="00D80C26"/>
    <w:rsid w:val="00D93ED2"/>
    <w:rsid w:val="00DA4744"/>
    <w:rsid w:val="00DA692E"/>
    <w:rsid w:val="00DB3319"/>
    <w:rsid w:val="00E04DA5"/>
    <w:rsid w:val="00E36140"/>
    <w:rsid w:val="00E43043"/>
    <w:rsid w:val="00E52467"/>
    <w:rsid w:val="00E54D66"/>
    <w:rsid w:val="00E74524"/>
    <w:rsid w:val="00E7584B"/>
    <w:rsid w:val="00E92138"/>
    <w:rsid w:val="00EB1BC6"/>
    <w:rsid w:val="00EC715A"/>
    <w:rsid w:val="00ED1589"/>
    <w:rsid w:val="00EF4ADA"/>
    <w:rsid w:val="00F22FDC"/>
    <w:rsid w:val="00F316DC"/>
    <w:rsid w:val="00F34B74"/>
    <w:rsid w:val="00F649DE"/>
    <w:rsid w:val="00F767C7"/>
    <w:rsid w:val="00F76897"/>
    <w:rsid w:val="00F77FEB"/>
    <w:rsid w:val="00FC4BAF"/>
    <w:rsid w:val="00FE5665"/>
    <w:rsid w:val="00FF0753"/>
    <w:rsid w:val="00FF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2305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38F8"/>
    <w:pPr>
      <w:keepNext/>
      <w:widowControl w:val="0"/>
      <w:outlineLvl w:val="0"/>
    </w:pPr>
    <w:rPr>
      <w:b/>
      <w:bCs/>
      <w:spacing w:val="44"/>
      <w:lang w:val="pl-PL"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38F8"/>
    <w:pPr>
      <w:keepNext/>
      <w:keepLines/>
      <w:spacing w:before="40"/>
      <w:outlineLvl w:val="1"/>
    </w:pPr>
    <w:rPr>
      <w:rFonts w:ascii="Cambria" w:hAnsi="Cambria" w:cs="Cambria"/>
      <w:color w:val="365F91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38F8"/>
    <w:pPr>
      <w:keepNext/>
      <w:keepLines/>
      <w:spacing w:before="40"/>
      <w:outlineLvl w:val="3"/>
    </w:pPr>
    <w:rPr>
      <w:rFonts w:ascii="Cambria" w:hAnsi="Cambria" w:cs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C38F8"/>
    <w:pPr>
      <w:keepNext/>
      <w:keepLines/>
      <w:spacing w:before="40"/>
      <w:outlineLvl w:val="4"/>
    </w:pPr>
    <w:rPr>
      <w:rFonts w:ascii="Cambria" w:hAnsi="Cambria" w:cs="Cambria"/>
      <w:color w:val="365F9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C38F8"/>
    <w:pPr>
      <w:keepNext/>
      <w:keepLines/>
      <w:spacing w:before="40"/>
      <w:outlineLvl w:val="5"/>
    </w:pPr>
    <w:rPr>
      <w:rFonts w:ascii="Cambria" w:hAnsi="Cambria" w:cs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38F8"/>
    <w:rPr>
      <w:rFonts w:ascii="Times New Roman" w:hAnsi="Times New Roman" w:cs="Times New Roman"/>
      <w:b/>
      <w:bCs/>
      <w:spacing w:val="44"/>
      <w:sz w:val="20"/>
      <w:szCs w:val="20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C38F8"/>
    <w:rPr>
      <w:rFonts w:ascii="Cambria" w:hAnsi="Cambria" w:cs="Cambria"/>
      <w:color w:val="365F9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938EE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38F8"/>
    <w:rPr>
      <w:rFonts w:ascii="Cambria" w:hAnsi="Cambria" w:cs="Cambria"/>
      <w:i/>
      <w:iCs/>
      <w:color w:val="365F9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C38F8"/>
    <w:rPr>
      <w:rFonts w:ascii="Cambria" w:hAnsi="Cambria" w:cs="Cambria"/>
      <w:color w:val="365F91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C38F8"/>
    <w:rPr>
      <w:rFonts w:ascii="Cambria" w:hAnsi="Cambria" w:cs="Cambria"/>
      <w:color w:val="243F6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23055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23055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823055"/>
    <w:pPr>
      <w:ind w:left="720"/>
    </w:pPr>
    <w:rPr>
      <w:lang w:val="pl-PL" w:eastAsia="pl-PL"/>
    </w:rPr>
  </w:style>
  <w:style w:type="character" w:styleId="Hyperlink">
    <w:name w:val="Hyperlink"/>
    <w:basedOn w:val="DefaultParagraphFont"/>
    <w:uiPriority w:val="99"/>
    <w:rsid w:val="001D6A44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450804"/>
    <w:pPr>
      <w:tabs>
        <w:tab w:val="left" w:pos="0"/>
      </w:tabs>
      <w:jc w:val="both"/>
    </w:pPr>
    <w:rPr>
      <w:sz w:val="22"/>
      <w:szCs w:val="22"/>
      <w:lang w:val="pl-PL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50804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0938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D80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80C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80C26"/>
    <w:rPr>
      <w:rFonts w:ascii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80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80C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80C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0C26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aliases w:val="Podrozdział,Schriftart: 9 pt,Schriftart: 10 pt,Schriftart: 8 pt,WB-Fußnotentext"/>
    <w:basedOn w:val="Normal"/>
    <w:link w:val="FootnoteTextChar"/>
    <w:uiPriority w:val="99"/>
    <w:semiHidden/>
    <w:rsid w:val="002C38F8"/>
    <w:rPr>
      <w:rFonts w:ascii="Calibri" w:hAnsi="Calibri" w:cs="Calibri"/>
      <w:sz w:val="20"/>
      <w:szCs w:val="20"/>
      <w:lang w:val="pl-PL" w:eastAsia="pl-PL"/>
    </w:rPr>
  </w:style>
  <w:style w:type="character" w:customStyle="1" w:styleId="FootnoteTextChar">
    <w:name w:val="Footnote Text Char"/>
    <w:aliases w:val="Podrozdział Char,Schriftart: 9 pt Char,Schriftart: 10 pt Char,Schriftart: 8 pt Char,WB-Fußnotentext Char"/>
    <w:basedOn w:val="DefaultParagraphFont"/>
    <w:link w:val="FootnoteText"/>
    <w:uiPriority w:val="99"/>
    <w:semiHidden/>
    <w:locked/>
    <w:rsid w:val="002C38F8"/>
    <w:rPr>
      <w:rFonts w:eastAsia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2C38F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2C38F8"/>
    <w:rPr>
      <w:rFonts w:ascii="Calibri" w:hAnsi="Calibri" w:cs="Calibri"/>
      <w:sz w:val="20"/>
      <w:szCs w:val="20"/>
      <w:lang w:val="pl-PL" w:eastAsia="pl-PL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C38F8"/>
    <w:rPr>
      <w:rFonts w:eastAsia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rsid w:val="002C38F8"/>
    <w:rPr>
      <w:vertAlign w:val="superscript"/>
    </w:rPr>
  </w:style>
  <w:style w:type="paragraph" w:customStyle="1" w:styleId="gmail-msolistparagraph">
    <w:name w:val="gmail-msolistparagraph"/>
    <w:basedOn w:val="Normal"/>
    <w:uiPriority w:val="99"/>
    <w:rsid w:val="002C38F8"/>
    <w:pPr>
      <w:spacing w:before="100" w:beforeAutospacing="1" w:after="100" w:afterAutospacing="1"/>
    </w:pPr>
    <w:rPr>
      <w:lang w:val="pl-PL" w:eastAsia="pl-PL"/>
    </w:rPr>
  </w:style>
  <w:style w:type="paragraph" w:customStyle="1" w:styleId="Iwonka">
    <w:name w:val="Iwonka"/>
    <w:basedOn w:val="Normal"/>
    <w:uiPriority w:val="99"/>
    <w:rsid w:val="002C38F8"/>
    <w:pPr>
      <w:spacing w:line="360" w:lineRule="auto"/>
      <w:jc w:val="both"/>
    </w:pPr>
    <w:rPr>
      <w:rFonts w:ascii="Arial" w:hAnsi="Arial" w:cs="Arial"/>
      <w:sz w:val="20"/>
      <w:szCs w:val="20"/>
      <w:lang w:val="pl-PL"/>
    </w:rPr>
  </w:style>
  <w:style w:type="paragraph" w:customStyle="1" w:styleId="TableText">
    <w:name w:val="Table Text"/>
    <w:basedOn w:val="Normal"/>
    <w:uiPriority w:val="99"/>
    <w:rsid w:val="002C38F8"/>
    <w:pPr>
      <w:spacing w:before="120" w:after="120" w:line="320" w:lineRule="exact"/>
      <w:jc w:val="both"/>
    </w:pPr>
    <w:rPr>
      <w:lang w:val="en-GB"/>
    </w:rPr>
  </w:style>
  <w:style w:type="character" w:styleId="Strong">
    <w:name w:val="Strong"/>
    <w:basedOn w:val="DefaultParagraphFont"/>
    <w:uiPriority w:val="99"/>
    <w:qFormat/>
    <w:rsid w:val="002C38F8"/>
    <w:rPr>
      <w:b/>
      <w:bCs/>
    </w:rPr>
  </w:style>
  <w:style w:type="paragraph" w:styleId="NormalWeb">
    <w:name w:val="Normal (Web)"/>
    <w:basedOn w:val="Normal"/>
    <w:uiPriority w:val="99"/>
    <w:rsid w:val="002C38F8"/>
    <w:pPr>
      <w:spacing w:before="100" w:beforeAutospacing="1" w:after="100" w:afterAutospacing="1"/>
    </w:pPr>
  </w:style>
  <w:style w:type="paragraph" w:styleId="BlockText">
    <w:name w:val="Block Text"/>
    <w:basedOn w:val="Normal"/>
    <w:uiPriority w:val="99"/>
    <w:rsid w:val="002C38F8"/>
    <w:pPr>
      <w:spacing w:after="120" w:line="300" w:lineRule="atLeast"/>
      <w:ind w:left="360" w:right="395"/>
      <w:jc w:val="both"/>
    </w:pPr>
    <w:rPr>
      <w:rFonts w:ascii="Tahoma" w:hAnsi="Tahoma" w:cs="Tahoma"/>
      <w:i/>
      <w:iCs/>
      <w:color w:val="0A55A3"/>
      <w:lang w:val="pl-PL" w:eastAsia="pl-PL"/>
    </w:rPr>
  </w:style>
  <w:style w:type="paragraph" w:styleId="PlainText">
    <w:name w:val="Plain Text"/>
    <w:basedOn w:val="Normal"/>
    <w:link w:val="PlainTextChar"/>
    <w:uiPriority w:val="99"/>
    <w:semiHidden/>
    <w:rsid w:val="002C38F8"/>
    <w:rPr>
      <w:rFonts w:ascii="Calibri" w:eastAsia="Calibri" w:hAnsi="Calibri" w:cs="Calibri"/>
      <w:sz w:val="22"/>
      <w:szCs w:val="22"/>
      <w:lang w:val="pl-P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C38F8"/>
    <w:rPr>
      <w:rFonts w:ascii="Calibri" w:hAnsi="Calibri" w:cs="Calibri"/>
      <w:sz w:val="21"/>
      <w:szCs w:val="21"/>
    </w:rPr>
  </w:style>
  <w:style w:type="table" w:styleId="TableGrid">
    <w:name w:val="Table Grid"/>
    <w:basedOn w:val="TableNormal"/>
    <w:uiPriority w:val="99"/>
    <w:rsid w:val="002C38F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2C38F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339</Words>
  <Characters>2037</Characters>
  <Application>Microsoft Office Outlook</Application>
  <DocSecurity>0</DocSecurity>
  <Lines>0</Lines>
  <Paragraphs>0</Paragraphs>
  <ScaleCrop>false</ScaleCrop>
  <Company>UMWM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keywords/>
  <dc:description/>
  <cp:lastModifiedBy>izyzak</cp:lastModifiedBy>
  <cp:revision>5</cp:revision>
  <dcterms:created xsi:type="dcterms:W3CDTF">2017-07-25T09:41:00Z</dcterms:created>
  <dcterms:modified xsi:type="dcterms:W3CDTF">2017-07-25T12:12:00Z</dcterms:modified>
</cp:coreProperties>
</file>